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0C1EB8" w:rsidRPr="00F834DE" w:rsidRDefault="00BE47F0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3.</w:t>
      </w:r>
      <w:r w:rsidR="000C1EB8">
        <w:rPr>
          <w:rFonts w:ascii="Arial Narrow" w:hAnsi="Arial Narrow"/>
          <w:sz w:val="22"/>
          <w:lang w:val="de-DE"/>
        </w:rPr>
        <w:t xml:space="preserve">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BE47F0">
        <w:rPr>
          <w:rFonts w:ascii="Arial Narrow" w:hAnsi="Arial Narrow"/>
          <w:noProof/>
          <w:sz w:val="22"/>
          <w:lang w:val="de-DE"/>
        </w:rPr>
        <w:t>22.04.2013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BE47F0">
        <w:rPr>
          <w:rFonts w:ascii="Arial Narrow" w:hAnsi="Arial Narrow"/>
          <w:sz w:val="22"/>
          <w:lang w:val="de-DE"/>
        </w:rPr>
        <w:t>Matthias Kaufmann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 xml:space="preserve">, Sarah Häfele, </w:t>
      </w:r>
      <w:r w:rsidR="00B31043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B31043">
        <w:rPr>
          <w:rFonts w:ascii="Arial Narrow" w:hAnsi="Arial Narrow"/>
          <w:sz w:val="22"/>
          <w:lang w:val="de-DE"/>
        </w:rPr>
        <w:t>Kleiser</w:t>
      </w:r>
      <w:proofErr w:type="spellEnd"/>
      <w:r w:rsidR="00B31043">
        <w:rPr>
          <w:rFonts w:ascii="Arial Narrow" w:hAnsi="Arial Narrow"/>
          <w:sz w:val="22"/>
          <w:lang w:val="de-DE"/>
        </w:rPr>
        <w:t xml:space="preserve">, Jürgen </w:t>
      </w:r>
      <w:proofErr w:type="spellStart"/>
      <w:r w:rsidR="00B31043">
        <w:rPr>
          <w:rFonts w:ascii="Arial Narrow" w:hAnsi="Arial Narrow"/>
          <w:sz w:val="22"/>
          <w:lang w:val="de-DE"/>
        </w:rPr>
        <w:t>Preißinger</w:t>
      </w:r>
      <w:proofErr w:type="spellEnd"/>
      <w:r w:rsidR="00B31043">
        <w:rPr>
          <w:rFonts w:ascii="Arial Narrow" w:hAnsi="Arial Narrow"/>
          <w:sz w:val="22"/>
          <w:lang w:val="de-DE"/>
        </w:rPr>
        <w:t xml:space="preserve">, Nicolai </w:t>
      </w:r>
      <w:proofErr w:type="spellStart"/>
      <w:r w:rsidR="00B31043">
        <w:rPr>
          <w:rFonts w:ascii="Arial Narrow" w:hAnsi="Arial Narrow"/>
          <w:sz w:val="22"/>
          <w:lang w:val="de-DE"/>
        </w:rPr>
        <w:t>Tribukait</w:t>
      </w:r>
      <w:proofErr w:type="spellEnd"/>
      <w:r w:rsidR="00B31043">
        <w:rPr>
          <w:rFonts w:ascii="Arial Narrow" w:hAnsi="Arial Narrow"/>
          <w:sz w:val="22"/>
          <w:lang w:val="de-DE"/>
        </w:rPr>
        <w:t>, Alexander Scheurer, Susanne Schmidt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BE47F0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  <w:bookmarkStart w:id="0" w:name="_GoBack"/>
      <w:bookmarkEnd w:id="0"/>
    </w:p>
    <w:p w:rsidR="000C1EB8" w:rsidRPr="00BE47F0" w:rsidRDefault="000C1EB8" w:rsidP="00BE47F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BE47F0" w:rsidRDefault="00BE47F0" w:rsidP="00BE47F0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BE47F0" w:rsidRDefault="00BE47F0" w:rsidP="00BE47F0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Infogrillen Wahlen</w:t>
      </w:r>
      <w:r>
        <w:rPr>
          <w:rFonts w:ascii="Arial Narrow" w:hAnsi="Arial Narrow"/>
          <w:sz w:val="22"/>
          <w:lang w:val="de-DE"/>
        </w:rPr>
        <w:tab/>
        <w:t>machen wir dieses Semester keins, lieber mal spontan ein internes wo man dann interessierte Bekannte mitbringen kann.</w:t>
      </w:r>
    </w:p>
    <w:p w:rsidR="00BE47F0" w:rsidRPr="0003734E" w:rsidRDefault="00BE47F0" w:rsidP="00BE47F0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Info: Fachschaft DM leiht evtl. am Donnerstag den Grill aus</w:t>
      </w:r>
    </w:p>
    <w:p w:rsidR="00BE47F0" w:rsidRDefault="00BE47F0" w:rsidP="00BE47F0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BE47F0" w:rsidRDefault="00BE47F0" w:rsidP="00BE47F0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Carsharing</w:t>
      </w:r>
      <w:proofErr w:type="spellEnd"/>
      <w:r>
        <w:rPr>
          <w:rFonts w:ascii="Arial Narrow" w:hAnsi="Arial Narrow"/>
          <w:sz w:val="22"/>
          <w:lang w:val="de-DE"/>
        </w:rPr>
        <w:t xml:space="preserve"> (Nico T.)</w:t>
      </w:r>
      <w:r>
        <w:rPr>
          <w:rFonts w:ascii="Arial Narrow" w:hAnsi="Arial Narrow"/>
          <w:sz w:val="22"/>
          <w:lang w:val="de-DE"/>
        </w:rPr>
        <w:tab/>
        <w:t>Mail von der Bahn wurde an alle weitergeleitet, Nicolai klärt noch ab</w:t>
      </w:r>
    </w:p>
    <w:p w:rsidR="00BE47F0" w:rsidRDefault="00BE47F0" w:rsidP="00BE47F0">
      <w:pPr>
        <w:pStyle w:val="WortmarkeFu"/>
        <w:numPr>
          <w:ilvl w:val="5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Können/dürfen Sitze umgebaut werden?</w:t>
      </w:r>
    </w:p>
    <w:p w:rsidR="00BE47F0" w:rsidRDefault="00BE47F0" w:rsidP="00BE47F0">
      <w:pPr>
        <w:pStyle w:val="WortmarkeFu"/>
        <w:numPr>
          <w:ilvl w:val="5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Facebook Umfrage ob Interesse besteht</w:t>
      </w:r>
    </w:p>
    <w:p w:rsidR="00BE47F0" w:rsidRPr="00BE47F0" w:rsidRDefault="00BE47F0" w:rsidP="00BE47F0">
      <w:pPr>
        <w:pStyle w:val="WortmarkeFu"/>
        <w:numPr>
          <w:ilvl w:val="5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 HFU (Lehmann) klären, ob ein Parkplatz zur Verfügung steht</w:t>
      </w:r>
    </w:p>
    <w:p w:rsidR="000C1EB8" w:rsidRDefault="00BE47F0" w:rsidP="00BE47F0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Büroeinführung neue Mitglieder</w:t>
      </w:r>
    </w:p>
    <w:p w:rsidR="00BE47F0" w:rsidRPr="00BE47F0" w:rsidRDefault="00BE47F0" w:rsidP="00BE47F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  Karl, Nicolai, Alex, Jürgen gemacht, die können jetzt fürs Büro freigeschaltet werden und PC-Accounts erhalten</w:t>
      </w:r>
    </w:p>
    <w:sectPr w:rsidR="00BE47F0" w:rsidRPr="00BE47F0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7F0" w:rsidRDefault="00BE47F0">
      <w:pPr>
        <w:spacing w:line="20" w:lineRule="exact"/>
      </w:pPr>
    </w:p>
  </w:endnote>
  <w:endnote w:type="continuationSeparator" w:id="0">
    <w:p w:rsidR="00BE47F0" w:rsidRDefault="00BE47F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BE47F0" w:rsidRDefault="00BE47F0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7F0" w:rsidRDefault="00BE47F0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BE47F0" w:rsidRDefault="00BE4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E47F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7F0"/>
    <w:rsid w:val="00010829"/>
    <w:rsid w:val="000243CF"/>
    <w:rsid w:val="00031A79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043"/>
    <w:rsid w:val="00B31937"/>
    <w:rsid w:val="00B51224"/>
    <w:rsid w:val="00B83D82"/>
    <w:rsid w:val="00BE1515"/>
    <w:rsid w:val="00BE47F0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Protokoll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Protokoll_SS13_Vorlage.dotx</Template>
  <TotalTime>0</TotalTime>
  <Pages>1</Pages>
  <Words>166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1</cp:revision>
  <cp:lastPrinted>2006-04-05T07:40:00Z</cp:lastPrinted>
  <dcterms:created xsi:type="dcterms:W3CDTF">2013-04-22T13:08:00Z</dcterms:created>
  <dcterms:modified xsi:type="dcterms:W3CDTF">2013-04-22T13:16:00Z</dcterms:modified>
</cp:coreProperties>
</file>